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6C8FFE8" w:rsidR="00CC7E12" w:rsidRPr="00FF2BC7" w:rsidRDefault="00CC7E12" w:rsidP="00CD461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D4617" w:rsidRPr="00CD4617">
        <w:rPr>
          <w:rFonts w:cstheme="minorHAnsi"/>
          <w:b/>
          <w:i/>
        </w:rPr>
        <w:t>Wykonanie dokumentacji projektowej i robót budowlanych w branży elektroenergetycznej w stacjach 110/15 kV na terenie RE Piotrków Trybunalski, RE Tomaszów Mazowiecki i RE Zgierz-Pabianice, w podziale na 5 części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CD4617" w:rsidRPr="00CD4617">
        <w:rPr>
          <w:rFonts w:cstheme="minorHAnsi"/>
          <w:b/>
        </w:rPr>
        <w:t>POST/DYS/OLD/GZ/04351/2025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F7785F">
        <w:rPr>
          <w:rFonts w:cstheme="minorHAnsi"/>
        </w:rPr>
        <w:t xml:space="preserve">t.j.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rPr>
          <w:noProof/>
        </w:rPr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rPr>
          <w:noProof/>
        </w:rPr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E35729A" w14:textId="77777777" w:rsidR="000327EB" w:rsidRPr="000327EB" w:rsidRDefault="000327EB" w:rsidP="000327E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6FEAB66F" w14:textId="77777777" w:rsidR="00CD4617" w:rsidRPr="00CD4617" w:rsidRDefault="00CD4617" w:rsidP="00CD461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A65C028" w:rsidR="00347E8D" w:rsidRPr="006B2C28" w:rsidRDefault="00CD4617" w:rsidP="00CD461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D461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POST/DYS/OLD/GZ/04351/2025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27EB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A17"/>
    <w:rsid w:val="000C47A9"/>
    <w:rsid w:val="000C679C"/>
    <w:rsid w:val="000D42BE"/>
    <w:rsid w:val="000D5886"/>
    <w:rsid w:val="000E1564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C41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095A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7DF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516A"/>
    <w:rsid w:val="00AA134E"/>
    <w:rsid w:val="00AA3417"/>
    <w:rsid w:val="00AB5621"/>
    <w:rsid w:val="00AB78A2"/>
    <w:rsid w:val="00AC4A8D"/>
    <w:rsid w:val="00AC5A4C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461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POST/DYS/OLD/GZ/04351/2025                        </dmsv2SWPP2ObjectNumber>
    <dmsv2SWPP2SumMD5 xmlns="http://schemas.microsoft.com/sharepoint/v3">128037a2e0a9e8f74dc15c96e2ac0155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23892944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JEUP5JKVCYQC-1440096624-6308</_dlc_DocId>
    <_dlc_DocIdUrl xmlns="a19cb1c7-c5c7-46d4-85ae-d83685407bba">
      <Url>https://swpp2.dms.gkpge.pl/sites/41/_layouts/15/DocIdRedir.aspx?ID=JEUP5JKVCYQC-1440096624-6308</Url>
      <Description>JEUP5JKVCYQC-1440096624-6308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94649FF-5F45-4ACA-BAE0-A88A4A928932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3769D04-98B6-4010-A1E5-C9194C78DCB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</TotalTime>
  <Pages>3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4</cp:revision>
  <cp:lastPrinted>2024-07-15T11:21:00Z</cp:lastPrinted>
  <dcterms:created xsi:type="dcterms:W3CDTF">2025-11-25T08:22:00Z</dcterms:created>
  <dcterms:modified xsi:type="dcterms:W3CDTF">2025-12-02T11:41:00Z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b2b17089-f573-4a91-806f-3cc853aec82c</vt:lpwstr>
  </property>
</Properties>
</file>